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537" w:rsidRDefault="000A1537" w:rsidP="00881B77">
      <w:pPr>
        <w:pStyle w:val="Heading2"/>
      </w:pPr>
      <w:bookmarkStart w:id="0" w:name="Section12"/>
      <w:bookmarkEnd w:id="0"/>
      <w:r>
        <w:t>Challenge Exercise</w:t>
      </w:r>
    </w:p>
    <w:p w:rsidR="000A1537" w:rsidRDefault="000A1537" w:rsidP="00E941D4">
      <w:pPr>
        <w:pStyle w:val="SecondLevel"/>
      </w:pPr>
      <w:r>
        <w:t>Working Collaboratively</w:t>
      </w:r>
    </w:p>
    <w:p w:rsidR="000A1537" w:rsidRDefault="000A1537" w:rsidP="00521720">
      <w:r>
        <w:rPr>
          <w:noProof/>
          <w:lang w:eastAsia="zh-TW"/>
        </w:rPr>
        <w:t xml:space="preserve">   </w:t>
      </w:r>
    </w:p>
    <w:p w:rsidR="000A1537" w:rsidRPr="00E941D4" w:rsidRDefault="000A1537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-22973</wp:posOffset>
                </wp:positionH>
                <wp:positionV relativeFrom="paragraph">
                  <wp:posOffset>332558</wp:posOffset>
                </wp:positionV>
                <wp:extent cx="6174000" cy="8067136"/>
                <wp:effectExtent l="0" t="0" r="3683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67136"/>
                          <a:chOff x="0" y="0"/>
                          <a:chExt cx="6174000" cy="8067136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374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90510" y="217274"/>
                            <a:ext cx="5955030" cy="3324860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0A1537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0A1537" w:rsidRPr="00C64D4D" w:rsidRDefault="000A1537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Pr="00C64D4D" w:rsidRDefault="000A1537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0A1537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0A1537" w:rsidRDefault="000A1537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A1537" w:rsidRDefault="000A1537" w:rsidP="00AF5AA4">
                                    <w:pPr>
                                      <w:pStyle w:val="PreambleText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bookmarkStart w:id="1" w:name="Preamble"/>
                                    <w:r>
                                      <w:t>Before starting this exercise you MUST have completed all of the topics in the chapter Working Collaboratively…</w:t>
                                    </w:r>
                                    <w:bookmarkEnd w:id="1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Default="000A1537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0A153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A1537" w:rsidRPr="00C64D4D" w:rsidRDefault="000A153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A1537" w:rsidRDefault="000A1537" w:rsidP="00EE4406">
                                    <w:pPr>
                                      <w:spacing w:before="120" w:after="0"/>
                                    </w:pPr>
                                    <w:r>
                                      <w:t>Answer the following questions in the space provided on the next page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Pr="008C62FF" w:rsidRDefault="000A153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A153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A1537" w:rsidRPr="00C64D4D" w:rsidRDefault="000A153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A1537" w:rsidRPr="0060507B" w:rsidRDefault="000A1537" w:rsidP="00D00C61">
                                    <w:pPr>
                                      <w:spacing w:before="120" w:after="0"/>
                                    </w:pPr>
                                    <w:r>
                                      <w:t>What is co-authoring in PowerPoint?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Pr="008C62FF" w:rsidRDefault="000A153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A153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A1537" w:rsidRPr="00C64D4D" w:rsidRDefault="000A153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A1537" w:rsidRPr="00880B8A" w:rsidRDefault="000A1537" w:rsidP="00D816EF">
                                    <w:pPr>
                                      <w:spacing w:before="120" w:after="0"/>
                                    </w:pPr>
                                    <w:r>
                                      <w:t>Where do you have to save a presentation before you can share it with others?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Pr="008C62FF" w:rsidRDefault="000A153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A153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A1537" w:rsidRPr="00C64D4D" w:rsidRDefault="000A153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A1537" w:rsidRPr="00AF5AA4" w:rsidRDefault="000A1537" w:rsidP="00D00C61">
                                    <w:pPr>
                                      <w:spacing w:before="120" w:after="0"/>
                                    </w:pPr>
                                    <w:r>
                                      <w:t xml:space="preserve">Name three tabs on the ribbon that can be found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PowerPoint Online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Pr="008C62FF" w:rsidRDefault="000A153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A153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A1537" w:rsidRPr="00C64D4D" w:rsidRDefault="000A153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A1537" w:rsidRPr="00880B8A" w:rsidRDefault="000A1537" w:rsidP="00D816EF">
                                    <w:pPr>
                                      <w:spacing w:before="120" w:after="0"/>
                                    </w:pPr>
                                    <w:r>
                                      <w:t xml:space="preserve">How do you edit a presentation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PowerPoint Online</w:t>
                                    </w:r>
                                    <w:r>
                                      <w:t>?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Pr="008C62FF" w:rsidRDefault="000A153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0A153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0A1537" w:rsidRPr="00C64D4D" w:rsidRDefault="000A153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0A1537" w:rsidRDefault="000A1537" w:rsidP="00D816EF">
                                    <w:pPr>
                                      <w:spacing w:before="120" w:after="0"/>
                                    </w:pPr>
                                    <w:r>
                                      <w:t>Briefly outline the steps involved in sharing a presentation with others using the Backstage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0A1537" w:rsidRPr="008C62FF" w:rsidRDefault="000A153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0A1537" w:rsidRDefault="000A1537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91334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7160" y="6627136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0A1537" w:rsidTr="00AA7524">
                                <w:tc>
                                  <w:tcPr>
                                    <w:tcW w:w="2366" w:type="dxa"/>
                                  </w:tcPr>
                                  <w:p w:rsidR="000A1537" w:rsidRPr="008B0517" w:rsidRDefault="000A153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0A1537" w:rsidRPr="00EE4406" w:rsidRDefault="000A1537">
                                    <w:r>
                                      <w:t>None</w:t>
                                    </w:r>
                                  </w:p>
                                </w:tc>
                              </w:tr>
                              <w:tr w:rsidR="000A1537" w:rsidTr="00AA7524">
                                <w:tc>
                                  <w:tcPr>
                                    <w:tcW w:w="2366" w:type="dxa"/>
                                  </w:tcPr>
                                  <w:p w:rsidR="000A1537" w:rsidRPr="008B0517" w:rsidRDefault="000A153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0A1537" w:rsidRDefault="000A1537" w:rsidP="00A9163F">
                                    <w:r>
                                      <w:t>Photocopy of your answers from the next page</w:t>
                                    </w:r>
                                  </w:p>
                                </w:tc>
                              </w:tr>
                              <w:tr w:rsidR="000A1537" w:rsidTr="00AA7524">
                                <w:tc>
                                  <w:tcPr>
                                    <w:tcW w:w="2366" w:type="dxa"/>
                                  </w:tcPr>
                                  <w:p w:rsidR="000A1537" w:rsidRPr="008B0517" w:rsidRDefault="000A153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0A1537" w:rsidRDefault="000A1537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0A1537" w:rsidRDefault="000A1537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8pt;margin-top:26.2pt;width:486.15pt;height:635.2pt;z-index:251659264" coordsize="61740,80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">
                <v:line id="Straight Connector 10" o:spid="_x0000_s1027" style="position:absolute;visibility:visible;mso-wrap-style:square" from="633,0" to="6147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905;top:2172;width:59550;height:3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0A1537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0A1537" w:rsidRPr="00C64D4D" w:rsidRDefault="000A1537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Pr="00C64D4D" w:rsidRDefault="000A1537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0A1537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0A1537" w:rsidRDefault="000A1537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A1537" w:rsidRDefault="000A1537" w:rsidP="00AF5AA4">
                              <w:pPr>
                                <w:pStyle w:val="PreambleText"/>
                                <w:rPr>
                                  <w:b/>
                                  <w:sz w:val="24"/>
                                </w:rPr>
                              </w:pPr>
                              <w:bookmarkStart w:id="2" w:name="Preamble"/>
                              <w:r>
                                <w:t>Before starting this exercise you MUST have completed all of the topics in the chapter Working Collaboratively…</w:t>
                              </w:r>
                              <w:bookmarkEnd w:id="2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Default="000A1537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0A153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A1537" w:rsidRPr="00C64D4D" w:rsidRDefault="000A153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A1537" w:rsidRDefault="000A1537" w:rsidP="00EE4406">
                              <w:pPr>
                                <w:spacing w:before="120" w:after="0"/>
                              </w:pPr>
                              <w:r>
                                <w:t>Answer the following questions in the space provided on the next page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Pr="008C62FF" w:rsidRDefault="000A153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A153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A1537" w:rsidRPr="00C64D4D" w:rsidRDefault="000A153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A1537" w:rsidRPr="0060507B" w:rsidRDefault="000A1537" w:rsidP="00D00C61">
                              <w:pPr>
                                <w:spacing w:before="120" w:after="0"/>
                              </w:pPr>
                              <w:r>
                                <w:t>What is co-authoring in PowerPoint?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Pr="008C62FF" w:rsidRDefault="000A153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A153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A1537" w:rsidRPr="00C64D4D" w:rsidRDefault="000A153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A1537" w:rsidRPr="00880B8A" w:rsidRDefault="000A1537" w:rsidP="00D816EF">
                              <w:pPr>
                                <w:spacing w:before="120" w:after="0"/>
                              </w:pPr>
                              <w:r>
                                <w:t>Where do you have to save a presentation before you can share it with others?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Pr="008C62FF" w:rsidRDefault="000A153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A153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A1537" w:rsidRPr="00C64D4D" w:rsidRDefault="000A153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A1537" w:rsidRPr="00AF5AA4" w:rsidRDefault="000A1537" w:rsidP="00D00C61">
                              <w:pPr>
                                <w:spacing w:before="120" w:after="0"/>
                              </w:pPr>
                              <w:r>
                                <w:t xml:space="preserve">Name three tabs on the ribbon that can be found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PowerPoint Online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Pr="008C62FF" w:rsidRDefault="000A153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A153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A1537" w:rsidRPr="00C64D4D" w:rsidRDefault="000A153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A1537" w:rsidRPr="00880B8A" w:rsidRDefault="000A1537" w:rsidP="00D816EF">
                              <w:pPr>
                                <w:spacing w:before="120" w:after="0"/>
                              </w:pPr>
                              <w:r>
                                <w:t xml:space="preserve">How do you edit a presentation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PowerPoint Online</w:t>
                              </w:r>
                              <w:r>
                                <w:t>?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Pr="008C62FF" w:rsidRDefault="000A153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0A153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0A1537" w:rsidRPr="00C64D4D" w:rsidRDefault="000A153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0A1537" w:rsidRDefault="000A1537" w:rsidP="00D816EF">
                              <w:pPr>
                                <w:spacing w:before="120" w:after="0"/>
                              </w:pPr>
                              <w:r>
                                <w:t>Briefly outline the steps involved in sharing a presentation with others using the Backstage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0A1537" w:rsidRPr="008C62FF" w:rsidRDefault="000A153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0A1537" w:rsidRDefault="000A1537" w:rsidP="00D332ED"/>
                    </w:txbxContent>
                  </v:textbox>
                </v:shape>
                <v:line id="Line 104" o:spid="_x0000_s1029" style="position:absolute;visibility:visible;mso-wrap-style:square" from="0,64913" to="61740,64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71;top:66271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0A1537" w:rsidTr="00AA7524">
                          <w:tc>
                            <w:tcPr>
                              <w:tcW w:w="2366" w:type="dxa"/>
                            </w:tcPr>
                            <w:p w:rsidR="000A1537" w:rsidRPr="008B0517" w:rsidRDefault="000A1537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0A1537" w:rsidRPr="00EE4406" w:rsidRDefault="000A1537">
                              <w:r>
                                <w:t>None</w:t>
                              </w:r>
                            </w:p>
                          </w:tc>
                        </w:tr>
                        <w:tr w:rsidR="000A1537" w:rsidTr="00AA7524">
                          <w:tc>
                            <w:tcPr>
                              <w:tcW w:w="2366" w:type="dxa"/>
                            </w:tcPr>
                            <w:p w:rsidR="000A1537" w:rsidRPr="008B0517" w:rsidRDefault="000A1537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0A1537" w:rsidRDefault="000A1537" w:rsidP="00A9163F">
                              <w:r>
                                <w:t>Photocopy of your answers from the next page</w:t>
                              </w:r>
                            </w:p>
                          </w:tc>
                        </w:tr>
                        <w:tr w:rsidR="000A1537" w:rsidTr="00AA7524">
                          <w:tc>
                            <w:tcPr>
                              <w:tcW w:w="2366" w:type="dxa"/>
                            </w:tcPr>
                            <w:p w:rsidR="000A1537" w:rsidRPr="008B0517" w:rsidRDefault="000A1537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0A1537" w:rsidRDefault="000A1537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0A1537" w:rsidRDefault="000A1537" w:rsidP="00D332ED"/>
                    </w:txbxContent>
                  </v:textbox>
                </v:shape>
              </v:group>
            </w:pict>
          </mc:Fallback>
        </mc:AlternateContent>
      </w:r>
    </w:p>
    <w:p w:rsidR="000A1537" w:rsidRDefault="000A1537" w:rsidP="00881B77">
      <w:pPr>
        <w:pStyle w:val="Heading2"/>
      </w:pPr>
      <w:r>
        <w:lastRenderedPageBreak/>
        <w:t>Challenge Exercise Workspace</w:t>
      </w:r>
    </w:p>
    <w:p w:rsidR="000A1537" w:rsidRDefault="000A1537" w:rsidP="00E941D4">
      <w:pPr>
        <w:pStyle w:val="SecondLevel"/>
      </w:pPr>
      <w:r>
        <w:t>Working Collaboratively</w:t>
      </w:r>
    </w:p>
    <w:p w:rsidR="000A1537" w:rsidRDefault="000A1537" w:rsidP="00521720">
      <w:r>
        <w:rPr>
          <w:noProof/>
          <w:lang w:eastAsia="zh-TW"/>
        </w:rPr>
        <w:t xml:space="preserve">   </w:t>
      </w:r>
    </w:p>
    <w:p w:rsidR="000A1537" w:rsidRPr="00E941D4" w:rsidRDefault="000A1537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40401</wp:posOffset>
                </wp:positionH>
                <wp:positionV relativeFrom="paragraph">
                  <wp:posOffset>332558</wp:posOffset>
                </wp:positionV>
                <wp:extent cx="6084000" cy="6327762"/>
                <wp:effectExtent l="0" t="0" r="3111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000" cy="6327762"/>
                          <a:chOff x="0" y="0"/>
                          <a:chExt cx="6084000" cy="6327762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452673" y="280657"/>
                            <a:ext cx="5227320" cy="604710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TableGrid"/>
                                <w:tblW w:w="8013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013"/>
                              </w:tblGrid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Pr="001E34DB" w:rsidRDefault="000A1537" w:rsidP="00EC2E3C">
                                    <w:r>
                                      <w:t>What is co-authoring in PowerPoint?</w:t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5F662B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  <w:r>
                                      <w:t>Where do you have to save a presentation before you can share it with others?</w:t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Pr="00AA25BD" w:rsidRDefault="000A1537" w:rsidP="00EC2E3C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  <w:r>
                                      <w:t xml:space="preserve">Name three tabs that can be found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PowerPoint</w:t>
                                    </w:r>
                                    <w:r w:rsidRPr="00AA25BD">
                                      <w:rPr>
                                        <w:b/>
                                        <w:i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Online</w:t>
                                    </w:r>
                                    <w:r>
                                      <w:t>:</w:t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Pr="00C502B1" w:rsidRDefault="000A1537" w:rsidP="005F662B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  <w:r>
                                      <w:t xml:space="preserve">How do you edit a presentation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PowerPoint</w:t>
                                    </w:r>
                                    <w:r w:rsidRPr="00AA25BD">
                                      <w:rPr>
                                        <w:b/>
                                        <w:i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Online</w:t>
                                    </w:r>
                                    <w:r>
                                      <w:t>?</w:t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267F7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5F662B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  <w:r>
                                      <w:t>Briefly outline the steps involved in sharing a presentation with others using the Backstage</w:t>
                                    </w:r>
                                  </w:p>
                                </w:tc>
                              </w:tr>
                              <w:tr w:rsidR="000A1537" w:rsidTr="00CC1C72">
                                <w:tc>
                                  <w:tcPr>
                                    <w:tcW w:w="8013" w:type="dxa"/>
                                  </w:tcPr>
                                  <w:p w:rsidR="000A1537" w:rsidRDefault="000A1537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C1C72">
                                <w:tblPrEx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</w:tblPrEx>
                                <w:tc>
                                  <w:tcPr>
                                    <w:tcW w:w="801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A1537" w:rsidRDefault="000A1537" w:rsidP="00CC1C7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C1C72">
                                <w:tblPrEx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</w:tblPrEx>
                                <w:tc>
                                  <w:tcPr>
                                    <w:tcW w:w="801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A1537" w:rsidRDefault="000A1537" w:rsidP="00CC1C7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0A1537" w:rsidTr="00CC1C72">
                                <w:tblPrEx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</w:tblPrEx>
                                <w:tc>
                                  <w:tcPr>
                                    <w:tcW w:w="801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A1537" w:rsidRDefault="000A1537" w:rsidP="00CC1C7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</w:tbl>
                            <w:p w:rsidR="000A1537" w:rsidRPr="001E34DB" w:rsidRDefault="000A1537" w:rsidP="00C267F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31" style="position:absolute;margin-left:3.2pt;margin-top:26.2pt;width:479.05pt;height:498.25pt;z-index:251661312" coordsize="60840,63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shape id="Text Box 26" o:spid="_x0000_s1033" type="#_x0000_t202" style="position:absolute;left:4526;top:2806;width:52273;height:60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stroke joinstyle="round"/>
                  <v:textbox>
                    <w:txbxContent>
                      <w:tbl>
                        <w:tblPr>
                          <w:tblStyle w:val="TableGrid"/>
                          <w:tblW w:w="8013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8013"/>
                        </w:tblGrid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Pr="001E34DB" w:rsidRDefault="000A1537" w:rsidP="00EC2E3C">
                              <w:r>
                                <w:t>What is co-authoring in PowerPoint?</w:t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5F662B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  <w:r>
                                <w:t>Where do you have to save a presentation before you can share it with others?</w:t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Pr="00AA25BD" w:rsidRDefault="000A1537" w:rsidP="00EC2E3C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  <w:r>
                                <w:t xml:space="preserve">Name three tabs that can be found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PowerPoint</w:t>
                              </w:r>
                              <w:r w:rsidRPr="00AA25BD"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Online</w:t>
                              </w:r>
                              <w:r>
                                <w:t>:</w:t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Pr="00C502B1" w:rsidRDefault="000A1537" w:rsidP="005F662B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  <w:r>
                                <w:t xml:space="preserve">How do you edit a presentation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PowerPoint</w:t>
                              </w:r>
                              <w:r w:rsidRPr="00AA25BD"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Online</w:t>
                              </w:r>
                              <w:r>
                                <w:t>?</w:t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267F7">
                          <w:tc>
                            <w:tcPr>
                              <w:tcW w:w="8013" w:type="dxa"/>
                            </w:tcPr>
                            <w:p w:rsidR="000A1537" w:rsidRDefault="000A1537" w:rsidP="005F662B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  <w:r>
                                <w:t>Briefly outline the steps involved in sharing a presentation with others using the Backstage</w:t>
                              </w:r>
                            </w:p>
                          </w:tc>
                        </w:tr>
                        <w:tr w:rsidR="000A1537" w:rsidTr="00CC1C72">
                          <w:tc>
                            <w:tcPr>
                              <w:tcW w:w="8013" w:type="dxa"/>
                            </w:tcPr>
                            <w:p w:rsidR="000A1537" w:rsidRDefault="000A1537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C1C72">
                          <w:tblPrEx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</w:tblPrEx>
                          <w:tc>
                            <w:tcPr>
                              <w:tcW w:w="80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A1537" w:rsidRDefault="000A1537" w:rsidP="00CC1C7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C1C72">
                          <w:tblPrEx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</w:tblPrEx>
                          <w:tc>
                            <w:tcPr>
                              <w:tcW w:w="80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A1537" w:rsidRDefault="000A1537" w:rsidP="00CC1C7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0A1537" w:rsidTr="00CC1C72">
                          <w:tblPrEx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</w:tblPrEx>
                          <w:tc>
                            <w:tcPr>
                              <w:tcW w:w="801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A1537" w:rsidRDefault="000A1537" w:rsidP="00CC1C7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</w:tbl>
                      <w:p w:rsidR="000A1537" w:rsidRPr="001E34DB" w:rsidRDefault="000A1537" w:rsidP="00C267F7"/>
                    </w:txbxContent>
                  </v:textbox>
                </v:shape>
              </v:group>
            </w:pict>
          </mc:Fallback>
        </mc:AlternateContent>
      </w:r>
    </w:p>
    <w:p w:rsidR="00E70094" w:rsidRPr="000A1537" w:rsidRDefault="00E70094" w:rsidP="000A1537"/>
    <w:sectPr w:rsidR="00E70094" w:rsidRPr="000A1537" w:rsidSect="000A1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0C7" w:rsidRDefault="006D00C7">
      <w:r>
        <w:separator/>
      </w:r>
    </w:p>
  </w:endnote>
  <w:endnote w:type="continuationSeparator" w:id="0">
    <w:p w:rsidR="006D00C7" w:rsidRDefault="006D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288" w:rsidRDefault="006D00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6D67B1" w:rsidP="00680288">
    <w:pPr>
      <w:pStyle w:val="Footer"/>
    </w:pPr>
    <w:r>
      <w:t xml:space="preserve">Dynamic Web </w:t>
    </w:r>
    <w:r>
      <w:t>Training</w:t>
    </w:r>
    <w:bookmarkStart w:id="3" w:name="_GoBack"/>
    <w:bookmarkEnd w:id="3"/>
    <w:r w:rsidR="000A1537">
      <w:tab/>
      <w:t xml:space="preserve">Page </w:t>
    </w:r>
    <w:r w:rsidR="000A1537">
      <w:fldChar w:fldCharType="begin"/>
    </w:r>
    <w:r w:rsidR="000A1537">
      <w:instrText xml:space="preserve"> PAGE  \* MERGEFORMAT </w:instrText>
    </w:r>
    <w:r w:rsidR="000A1537">
      <w:fldChar w:fldCharType="separate"/>
    </w:r>
    <w:r>
      <w:rPr>
        <w:noProof/>
      </w:rPr>
      <w:t>1</w:t>
    </w:r>
    <w:r w:rsidR="000A1537">
      <w:fldChar w:fldCharType="end"/>
    </w:r>
    <w:r w:rsidR="000A1537">
      <w:tab/>
      <w:t>Chapter 12 - 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288" w:rsidRDefault="006D0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0C7" w:rsidRDefault="006D00C7">
      <w:r>
        <w:separator/>
      </w:r>
    </w:p>
  </w:footnote>
  <w:footnote w:type="continuationSeparator" w:id="0">
    <w:p w:rsidR="006D00C7" w:rsidRDefault="006D0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288" w:rsidRDefault="006D00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0A1537" w:rsidP="00510E30">
    <w:pPr>
      <w:pStyle w:val="Header"/>
      <w:tabs>
        <w:tab w:val="clear" w:pos="8306"/>
        <w:tab w:val="right" w:pos="9639"/>
      </w:tabs>
    </w:pPr>
    <w:r>
      <w:t>Microsoft PowerPoint 2016 - Level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288" w:rsidRDefault="006D00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A1537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00C7"/>
    <w:rsid w:val="006D5B7C"/>
    <w:rsid w:val="006D67B1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0A1537"/>
    <w:rPr>
      <w:i/>
    </w:rPr>
  </w:style>
  <w:style w:type="paragraph" w:customStyle="1" w:styleId="PreambleLabel">
    <w:name w:val="Preamble Label"/>
    <w:basedOn w:val="Normal"/>
    <w:rsid w:val="000A1537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0A1537"/>
    <w:pPr>
      <w:spacing w:after="0"/>
    </w:pPr>
    <w:rPr>
      <w:b/>
      <w:color w:val="0000FF"/>
      <w:sz w:val="32"/>
      <w:szCs w:val="32"/>
    </w:rPr>
  </w:style>
  <w:style w:type="table" w:styleId="TableGrid">
    <w:name w:val="Table Grid"/>
    <w:basedOn w:val="TableNormal"/>
    <w:rsid w:val="000A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F1D30-451C-4D84-8917-69428816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2016-05-05T07:48:00Z</dcterms:created>
  <dcterms:modified xsi:type="dcterms:W3CDTF">2016-09-05T02:24:00Z</dcterms:modified>
</cp:coreProperties>
</file>